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CF53F433-D950-4A95-950B-96AB42A85846}"/>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